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056B">
        <w:rPr>
          <w:rFonts w:ascii="Arial" w:hAnsi="Arial" w:cs="Arial"/>
          <w:b/>
          <w:caps/>
          <w:sz w:val="28"/>
          <w:szCs w:val="28"/>
        </w:rPr>
        <w:t>7</w:t>
      </w:r>
      <w:r w:rsidR="004F7BEA">
        <w:rPr>
          <w:rFonts w:ascii="Arial" w:hAnsi="Arial" w:cs="Arial"/>
          <w:b/>
          <w:caps/>
          <w:sz w:val="28"/>
          <w:szCs w:val="28"/>
        </w:rPr>
        <w:t>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4F7BE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7BEA">
              <w:rPr>
                <w:rFonts w:ascii="Arial" w:hAnsi="Arial" w:cs="Arial"/>
                <w:sz w:val="20"/>
                <w:szCs w:val="20"/>
              </w:rPr>
              <w:t>capina e limpeza na área junto ao ponto de ônibus localizado na Avenida Lucas Nogueira Garcez, na altura da UBS Santa Cruz dos Lázaros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821020" w:rsidRPr="00821020">
        <w:rPr>
          <w:rFonts w:ascii="Arial" w:hAnsi="Arial" w:cs="Arial"/>
        </w:rPr>
        <w:t>capina e limpeza na área junto ao ponto de ônibus localizado na Avenida Lucas Nogueira Garcez, na altura da UBS Santa Cruz dos Lázaros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 xml:space="preserve">Conforme </w:t>
      </w:r>
      <w:r w:rsidR="00495A92" w:rsidRPr="00495A92">
        <w:rPr>
          <w:rFonts w:ascii="Arial" w:hAnsi="Arial" w:cs="Arial"/>
        </w:rPr>
        <w:t>as fotos em anexo, o aludido ponto de ônibus encontra-se tomado por mato, o que promove o ac</w:t>
      </w:r>
      <w:r w:rsidR="00495A92">
        <w:rPr>
          <w:rFonts w:ascii="Arial" w:hAnsi="Arial" w:cs="Arial"/>
        </w:rPr>
        <w:t>ú</w:t>
      </w:r>
      <w:r w:rsidR="00495A92" w:rsidRPr="00495A92">
        <w:rPr>
          <w:rFonts w:ascii="Arial" w:hAnsi="Arial" w:cs="Arial"/>
        </w:rPr>
        <w:t>mulo de lixo</w:t>
      </w:r>
      <w:r w:rsidR="007012CE">
        <w:rPr>
          <w:rFonts w:ascii="Arial" w:hAnsi="Arial" w:cs="Arial"/>
        </w:rPr>
        <w:t>,</w:t>
      </w:r>
      <w:r w:rsidR="00495A92" w:rsidRPr="00495A92">
        <w:rPr>
          <w:rFonts w:ascii="Arial" w:hAnsi="Arial" w:cs="Arial"/>
        </w:rPr>
        <w:t xml:space="preserve"> dificuldade</w:t>
      </w:r>
      <w:r w:rsidR="00495A92">
        <w:rPr>
          <w:rFonts w:ascii="Arial" w:hAnsi="Arial" w:cs="Arial"/>
        </w:rPr>
        <w:t>s</w:t>
      </w:r>
      <w:r w:rsidR="00495A92" w:rsidRPr="00495A92">
        <w:rPr>
          <w:rFonts w:ascii="Arial" w:hAnsi="Arial" w:cs="Arial"/>
        </w:rPr>
        <w:t xml:space="preserve"> na visualização do local e insegurança</w:t>
      </w:r>
      <w:r w:rsidR="007012CE">
        <w:rPr>
          <w:rFonts w:ascii="Arial" w:hAnsi="Arial" w:cs="Arial"/>
        </w:rPr>
        <w:t>,</w:t>
      </w:r>
      <w:bookmarkStart w:id="0" w:name="_GoBack"/>
      <w:bookmarkEnd w:id="0"/>
      <w:r w:rsidR="00495A92" w:rsidRPr="00495A92">
        <w:rPr>
          <w:rFonts w:ascii="Arial" w:hAnsi="Arial" w:cs="Arial"/>
        </w:rPr>
        <w:t xml:space="preserve"> pois há possibilidade de proliferação de vetores e animais peçonhentos</w:t>
      </w:r>
      <w:r w:rsidR="00350BFE" w:rsidRPr="00350BFE">
        <w:rPr>
          <w:rFonts w:ascii="Arial" w:hAnsi="Arial" w:cs="Arial"/>
        </w:rPr>
        <w:t xml:space="preserve">, fazendo assim necessária </w:t>
      </w:r>
      <w:r w:rsidR="00560350">
        <w:rPr>
          <w:rFonts w:ascii="Arial" w:hAnsi="Arial" w:cs="Arial"/>
        </w:rPr>
        <w:t>um</w:t>
      </w:r>
      <w:r w:rsidR="00350BFE" w:rsidRPr="00350BFE">
        <w:rPr>
          <w:rFonts w:ascii="Arial" w:hAnsi="Arial" w:cs="Arial"/>
        </w:rPr>
        <w:t>a intervenção no local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34C0">
        <w:rPr>
          <w:rFonts w:ascii="Arial" w:hAnsi="Arial" w:cs="Arial"/>
        </w:rPr>
        <w:t>2</w:t>
      </w:r>
      <w:r w:rsidR="00C56A6F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1C43" w:rsidRPr="002754AE" w:rsidRDefault="00495A92" w:rsidP="004202A0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9AE319D" wp14:editId="3CD6A73E">
            <wp:extent cx="6030595" cy="3392170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F2A" w:rsidRPr="002754AE" w:rsidRDefault="00E95F2A" w:rsidP="004202A0">
      <w:pPr>
        <w:jc w:val="center"/>
        <w:rPr>
          <w:rFonts w:ascii="Arial" w:hAnsi="Arial" w:cs="Arial"/>
          <w:sz w:val="22"/>
          <w:szCs w:val="22"/>
        </w:rPr>
      </w:pPr>
    </w:p>
    <w:p w:rsidR="00461C43" w:rsidRPr="002754AE" w:rsidRDefault="00461C43" w:rsidP="004202A0">
      <w:pPr>
        <w:jc w:val="center"/>
        <w:rPr>
          <w:rFonts w:ascii="Arial" w:hAnsi="Arial" w:cs="Arial"/>
          <w:sz w:val="22"/>
          <w:szCs w:val="22"/>
        </w:rPr>
      </w:pPr>
    </w:p>
    <w:p w:rsidR="002754AE" w:rsidRPr="002754AE" w:rsidRDefault="00495A92" w:rsidP="004202A0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06D5A2A2" wp14:editId="68427476">
            <wp:extent cx="6030595" cy="3392170"/>
            <wp:effectExtent l="0" t="0" r="8255" b="0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4AE" w:rsidRPr="00E95F2A" w:rsidRDefault="002754AE" w:rsidP="004202A0">
      <w:pPr>
        <w:jc w:val="center"/>
        <w:rPr>
          <w:rFonts w:ascii="Arial" w:hAnsi="Arial" w:cs="Arial"/>
          <w:sz w:val="20"/>
          <w:szCs w:val="20"/>
        </w:rPr>
      </w:pPr>
    </w:p>
    <w:sectPr w:rsidR="002754AE" w:rsidRPr="00E95F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74E" w:rsidRDefault="009E774E">
      <w:r>
        <w:separator/>
      </w:r>
    </w:p>
  </w:endnote>
  <w:endnote w:type="continuationSeparator" w:id="0">
    <w:p w:rsidR="009E774E" w:rsidRDefault="009E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74E" w:rsidRDefault="009E774E">
      <w:r>
        <w:separator/>
      </w:r>
    </w:p>
  </w:footnote>
  <w:footnote w:type="continuationSeparator" w:id="0">
    <w:p w:rsidR="009E774E" w:rsidRDefault="009E7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5A92">
      <w:rPr>
        <w:rFonts w:ascii="Arial" w:hAnsi="Arial" w:cs="Arial"/>
        <w:b/>
        <w:sz w:val="20"/>
        <w:szCs w:val="20"/>
        <w:u w:val="single"/>
      </w:rPr>
      <w:t>761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5A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5A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E774E"/>
    <w:rsid w:val="009F1CA0"/>
    <w:rsid w:val="009F3E22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92763-7620-4660-B3A8-5DA301896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2017-10-30T13:56:00Z</cp:lastPrinted>
  <dcterms:created xsi:type="dcterms:W3CDTF">2018-03-23T19:55:00Z</dcterms:created>
  <dcterms:modified xsi:type="dcterms:W3CDTF">2018-03-23T19:58:00Z</dcterms:modified>
</cp:coreProperties>
</file>